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4CD" w:rsidRDefault="00F444CD" w:rsidP="002A1E61">
      <w:pPr>
        <w:jc w:val="center"/>
        <w:rPr>
          <w:rFonts w:ascii="Arial" w:hAnsi="Arial" w:cs="Arial"/>
        </w:rPr>
      </w:pPr>
    </w:p>
    <w:p w:rsidR="00F444CD" w:rsidRDefault="00F444CD" w:rsidP="002A1E61">
      <w:pPr>
        <w:jc w:val="center"/>
        <w:rPr>
          <w:rFonts w:ascii="Arial" w:hAnsi="Arial" w:cs="Arial"/>
        </w:rPr>
      </w:pPr>
    </w:p>
    <w:p w:rsidR="00F444CD" w:rsidRDefault="00F444CD" w:rsidP="002A1E61">
      <w:pPr>
        <w:jc w:val="center"/>
        <w:rPr>
          <w:rFonts w:ascii="Arial" w:hAnsi="Arial" w:cs="Arial"/>
        </w:rPr>
      </w:pPr>
    </w:p>
    <w:p w:rsidR="00F444CD" w:rsidRDefault="00F444CD" w:rsidP="002A1E61">
      <w:pPr>
        <w:jc w:val="center"/>
        <w:rPr>
          <w:rFonts w:ascii="Arial" w:hAnsi="Arial" w:cs="Arial"/>
        </w:rPr>
      </w:pPr>
    </w:p>
    <w:p w:rsidR="00F444CD" w:rsidRDefault="00F444CD" w:rsidP="002A1E61">
      <w:pPr>
        <w:jc w:val="center"/>
        <w:rPr>
          <w:rFonts w:ascii="Arial" w:hAnsi="Arial" w:cs="Arial"/>
        </w:rPr>
      </w:pPr>
    </w:p>
    <w:p w:rsidR="00F444CD" w:rsidRDefault="00F444CD" w:rsidP="002A1E61">
      <w:pPr>
        <w:jc w:val="center"/>
        <w:rPr>
          <w:rFonts w:ascii="Arial" w:hAnsi="Arial" w:cs="Arial"/>
        </w:rPr>
      </w:pPr>
    </w:p>
    <w:p w:rsidR="00F444CD" w:rsidRDefault="00F444CD" w:rsidP="00993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</w:p>
    <w:p w:rsidR="00F444CD" w:rsidRPr="004E421A" w:rsidRDefault="00F444CD" w:rsidP="00993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4E421A">
        <w:rPr>
          <w:rFonts w:ascii="Arial" w:hAnsi="Arial" w:cs="Arial"/>
          <w:b/>
        </w:rPr>
        <w:t>RICHIESTA DI APPROVAZIONE PROGETTO OPERE FOGNARIE ED ALLACCIAMENTO SCARICHI AL SISTEMA FOGNARIO</w:t>
      </w:r>
    </w:p>
    <w:p w:rsidR="00F444CD" w:rsidRDefault="00F444CD" w:rsidP="007D06AA">
      <w:pPr>
        <w:jc w:val="both"/>
        <w:rPr>
          <w:rFonts w:ascii="Arial" w:hAnsi="Arial" w:cs="Arial"/>
        </w:rPr>
      </w:pPr>
    </w:p>
    <w:p w:rsidR="00F444CD" w:rsidRDefault="00F444CD" w:rsidP="007D06AA">
      <w:pPr>
        <w:jc w:val="both"/>
        <w:rPr>
          <w:rFonts w:ascii="Arial" w:hAnsi="Arial" w:cs="Arial"/>
        </w:rPr>
      </w:pPr>
    </w:p>
    <w:p w:rsidR="00F444CD" w:rsidRDefault="00F444CD" w:rsidP="007D06AA">
      <w:pPr>
        <w:jc w:val="both"/>
        <w:rPr>
          <w:rFonts w:ascii="Arial" w:hAnsi="Arial" w:cs="Arial"/>
        </w:rPr>
      </w:pPr>
    </w:p>
    <w:p w:rsidR="00F444CD" w:rsidRDefault="00F444CD" w:rsidP="007D06AA">
      <w:pPr>
        <w:jc w:val="both"/>
        <w:rPr>
          <w:rFonts w:ascii="Arial" w:hAnsi="Arial" w:cs="Arial"/>
        </w:rPr>
      </w:pPr>
    </w:p>
    <w:p w:rsidR="00F444CD" w:rsidRPr="004E421A" w:rsidRDefault="00F444CD" w:rsidP="007D06AA">
      <w:pPr>
        <w:jc w:val="both"/>
        <w:rPr>
          <w:rFonts w:ascii="Arial" w:hAnsi="Arial" w:cs="Arial"/>
        </w:rPr>
      </w:pPr>
      <w:r w:rsidRPr="004E421A">
        <w:rPr>
          <w:rFonts w:ascii="Arial" w:hAnsi="Arial" w:cs="Arial"/>
        </w:rPr>
        <w:t>IL SOTTOSCRITTO/A ___________________________________NATO/A__________________</w:t>
      </w:r>
    </w:p>
    <w:p w:rsidR="00F444CD" w:rsidRPr="004E421A" w:rsidRDefault="00F444CD" w:rsidP="007D06AA">
      <w:pPr>
        <w:jc w:val="both"/>
        <w:rPr>
          <w:rFonts w:ascii="Arial" w:hAnsi="Arial" w:cs="Arial"/>
        </w:rPr>
      </w:pPr>
      <w:r w:rsidRPr="004E421A">
        <w:rPr>
          <w:rFonts w:ascii="Arial" w:hAnsi="Arial" w:cs="Arial"/>
        </w:rPr>
        <w:t>IL __ / __ / _____ RESIDENTE IN _________________________</w:t>
      </w:r>
    </w:p>
    <w:p w:rsidR="00F444CD" w:rsidRPr="004E421A" w:rsidRDefault="00F444CD" w:rsidP="007D06AA">
      <w:pPr>
        <w:jc w:val="both"/>
        <w:rPr>
          <w:rFonts w:ascii="Arial" w:hAnsi="Arial" w:cs="Arial"/>
        </w:rPr>
      </w:pPr>
      <w:r w:rsidRPr="004E421A">
        <w:rPr>
          <w:rFonts w:ascii="Arial" w:hAnsi="Arial" w:cs="Arial"/>
        </w:rPr>
        <w:t>VIA _______________________________ N. _____ TEL. _______________________________</w:t>
      </w:r>
    </w:p>
    <w:p w:rsidR="00F444CD" w:rsidRPr="004E421A" w:rsidRDefault="00F444CD" w:rsidP="007D06AA">
      <w:pPr>
        <w:jc w:val="both"/>
        <w:rPr>
          <w:rFonts w:ascii="Arial" w:hAnsi="Arial" w:cs="Arial"/>
        </w:rPr>
      </w:pPr>
      <w:r w:rsidRPr="004E421A">
        <w:rPr>
          <w:rFonts w:ascii="Arial" w:hAnsi="Arial" w:cs="Arial"/>
        </w:rPr>
        <w:t>IN NOME E PER CONTO DI _______________________________________________________</w:t>
      </w:r>
    </w:p>
    <w:p w:rsidR="00F444CD" w:rsidRPr="004E421A" w:rsidRDefault="00F444CD" w:rsidP="007D06AA">
      <w:pPr>
        <w:jc w:val="both"/>
        <w:rPr>
          <w:rFonts w:ascii="Arial" w:hAnsi="Arial" w:cs="Arial"/>
        </w:rPr>
      </w:pPr>
      <w:r w:rsidRPr="004E421A">
        <w:rPr>
          <w:rFonts w:ascii="Arial" w:hAnsi="Arial" w:cs="Arial"/>
        </w:rPr>
        <w:t>SEDE E/O RESIDENZA __________________________________________________________</w:t>
      </w:r>
    </w:p>
    <w:p w:rsidR="00F444CD" w:rsidRPr="004E421A" w:rsidRDefault="00F444CD" w:rsidP="007D06AA">
      <w:pPr>
        <w:jc w:val="both"/>
        <w:rPr>
          <w:rFonts w:ascii="Arial" w:hAnsi="Arial" w:cs="Arial"/>
        </w:rPr>
      </w:pPr>
      <w:r w:rsidRPr="004E421A">
        <w:rPr>
          <w:rFonts w:ascii="Arial" w:hAnsi="Arial" w:cs="Arial"/>
        </w:rPr>
        <w:t>TITOLARE DELL’INTERVENTO DI _________________________________________________</w:t>
      </w:r>
    </w:p>
    <w:p w:rsidR="00F444CD" w:rsidRPr="004E421A" w:rsidRDefault="00F444CD" w:rsidP="007D06AA">
      <w:pPr>
        <w:jc w:val="both"/>
        <w:rPr>
          <w:rFonts w:ascii="Arial" w:hAnsi="Arial" w:cs="Arial"/>
        </w:rPr>
      </w:pPr>
      <w:r w:rsidRPr="004E421A">
        <w:rPr>
          <w:rFonts w:ascii="Arial" w:hAnsi="Arial" w:cs="Arial"/>
        </w:rPr>
        <w:t>UBICATO IN COMUNE DI ________________________________________________________</w:t>
      </w:r>
    </w:p>
    <w:p w:rsidR="00F444CD" w:rsidRPr="004E421A" w:rsidRDefault="00F444CD" w:rsidP="007D06AA">
      <w:pPr>
        <w:jc w:val="both"/>
        <w:rPr>
          <w:rFonts w:ascii="Arial" w:hAnsi="Arial" w:cs="Arial"/>
        </w:rPr>
      </w:pPr>
      <w:r w:rsidRPr="004E421A">
        <w:rPr>
          <w:rFonts w:ascii="Arial" w:hAnsi="Arial" w:cs="Arial"/>
        </w:rPr>
        <w:t xml:space="preserve">VIA ___________________ N. _________ </w:t>
      </w:r>
    </w:p>
    <w:p w:rsidR="00F444CD" w:rsidRDefault="00F444CD" w:rsidP="007D06AA">
      <w:pPr>
        <w:jc w:val="both"/>
        <w:rPr>
          <w:rFonts w:ascii="Arial" w:hAnsi="Arial" w:cs="Arial"/>
        </w:rPr>
      </w:pPr>
      <w:r w:rsidRPr="004E421A">
        <w:rPr>
          <w:rFonts w:ascii="Arial" w:hAnsi="Arial" w:cs="Arial"/>
        </w:rPr>
        <w:t>AUTORIZZATO SECONDO PROVVEDIMENTO COMUNALE ___________________________</w:t>
      </w:r>
    </w:p>
    <w:p w:rsidR="00F444CD" w:rsidRDefault="00F444CD" w:rsidP="007D06AA">
      <w:pPr>
        <w:jc w:val="both"/>
        <w:rPr>
          <w:rFonts w:ascii="Arial" w:hAnsi="Arial" w:cs="Arial"/>
        </w:rPr>
      </w:pPr>
    </w:p>
    <w:p w:rsidR="00F444CD" w:rsidRPr="004E421A" w:rsidRDefault="00F444CD" w:rsidP="007D06AA">
      <w:pPr>
        <w:jc w:val="both"/>
        <w:rPr>
          <w:rFonts w:ascii="Arial" w:hAnsi="Arial" w:cs="Arial"/>
        </w:rPr>
      </w:pPr>
    </w:p>
    <w:p w:rsidR="00F444CD" w:rsidRPr="004E421A" w:rsidRDefault="00F444CD" w:rsidP="00361B2F">
      <w:pPr>
        <w:jc w:val="center"/>
        <w:rPr>
          <w:rFonts w:ascii="Arial" w:hAnsi="Arial" w:cs="Arial"/>
          <w:sz w:val="18"/>
          <w:szCs w:val="18"/>
        </w:rPr>
      </w:pPr>
      <w:r w:rsidRPr="004E421A">
        <w:rPr>
          <w:rFonts w:ascii="Arial" w:hAnsi="Arial" w:cs="Arial"/>
        </w:rPr>
        <w:tab/>
      </w:r>
      <w:r w:rsidRPr="004E421A">
        <w:rPr>
          <w:rFonts w:ascii="Arial" w:hAnsi="Arial" w:cs="Arial"/>
          <w:b/>
          <w:sz w:val="24"/>
          <w:szCs w:val="24"/>
        </w:rPr>
        <w:t xml:space="preserve">C H I E D E                                                                                                                             </w:t>
      </w:r>
      <w:r w:rsidRPr="004E421A">
        <w:rPr>
          <w:rFonts w:ascii="Arial" w:hAnsi="Arial" w:cs="Arial"/>
          <w:sz w:val="18"/>
          <w:szCs w:val="18"/>
        </w:rPr>
        <w:t>di approvare il progetto delle opere fognarie da eseguire a servizio dell’intervento</w:t>
      </w:r>
    </w:p>
    <w:p w:rsidR="00F444CD" w:rsidRPr="004E421A" w:rsidRDefault="00F444CD" w:rsidP="00044D7C">
      <w:pPr>
        <w:jc w:val="both"/>
        <w:rPr>
          <w:rFonts w:ascii="Arial" w:hAnsi="Arial" w:cs="Arial"/>
          <w:sz w:val="18"/>
          <w:szCs w:val="18"/>
        </w:rPr>
      </w:pPr>
      <w:r w:rsidRPr="004E421A">
        <w:rPr>
          <w:rFonts w:ascii="Arial" w:hAnsi="Arial" w:cs="Arial"/>
          <w:sz w:val="18"/>
          <w:szCs w:val="18"/>
        </w:rPr>
        <w:t>____________________________________________________________________________________________ costituito da numero  unità  abitative ________ e/o produttive _________  secondo il  progetto  e scheda riepilogativa Ireti Spa dell’opera, che si allegano in duplice copia</w:t>
      </w:r>
    </w:p>
    <w:p w:rsidR="00F444CD" w:rsidRPr="004E421A" w:rsidRDefault="00F444CD" w:rsidP="00C45F63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18"/>
          <w:szCs w:val="18"/>
        </w:rPr>
      </w:pPr>
      <w:r w:rsidRPr="004E421A">
        <w:rPr>
          <w:rFonts w:ascii="Arial" w:hAnsi="Arial" w:cs="Arial"/>
          <w:sz w:val="18"/>
          <w:szCs w:val="18"/>
        </w:rPr>
        <w:t>l’allacciamento degli scarichi delle acque reflue</w:t>
      </w:r>
    </w:p>
    <w:p w:rsidR="00F444CD" w:rsidRPr="004E421A" w:rsidRDefault="00F444CD" w:rsidP="00E745F9">
      <w:pPr>
        <w:pStyle w:val="ListParagraph"/>
        <w:jc w:val="both"/>
        <w:rPr>
          <w:rFonts w:ascii="Arial" w:hAnsi="Arial" w:cs="Arial"/>
          <w:sz w:val="18"/>
          <w:szCs w:val="18"/>
        </w:rPr>
      </w:pPr>
      <w:r w:rsidRPr="004E421A">
        <w:rPr>
          <w:rFonts w:ascii="Arial" w:hAnsi="Arial" w:cs="Arial"/>
          <w:sz w:val="32"/>
          <w:szCs w:val="32"/>
        </w:rPr>
        <w:t>□</w:t>
      </w:r>
      <w:r w:rsidRPr="004E421A">
        <w:rPr>
          <w:rFonts w:ascii="Arial" w:hAnsi="Arial" w:cs="Arial"/>
          <w:sz w:val="18"/>
          <w:szCs w:val="18"/>
        </w:rPr>
        <w:t xml:space="preserve">   domestiche                       </w:t>
      </w:r>
      <w:r w:rsidRPr="004E421A">
        <w:rPr>
          <w:rFonts w:ascii="Arial" w:hAnsi="Arial" w:cs="Arial"/>
          <w:sz w:val="28"/>
          <w:szCs w:val="28"/>
        </w:rPr>
        <w:t>□</w:t>
      </w:r>
      <w:r w:rsidRPr="004E421A">
        <w:rPr>
          <w:rFonts w:ascii="Arial" w:hAnsi="Arial" w:cs="Arial"/>
          <w:sz w:val="18"/>
          <w:szCs w:val="18"/>
        </w:rPr>
        <w:t xml:space="preserve">   industriali                 </w:t>
      </w:r>
      <w:r w:rsidRPr="004E421A">
        <w:rPr>
          <w:rFonts w:ascii="Arial" w:hAnsi="Arial" w:cs="Arial"/>
          <w:sz w:val="28"/>
          <w:szCs w:val="28"/>
        </w:rPr>
        <w:t xml:space="preserve">□ </w:t>
      </w:r>
      <w:r w:rsidRPr="004E421A">
        <w:rPr>
          <w:rFonts w:ascii="Arial" w:hAnsi="Arial" w:cs="Arial"/>
          <w:sz w:val="18"/>
          <w:szCs w:val="18"/>
        </w:rPr>
        <w:t xml:space="preserve">  meteoriche</w:t>
      </w:r>
    </w:p>
    <w:p w:rsidR="00F444CD" w:rsidRPr="004E421A" w:rsidRDefault="00F444CD" w:rsidP="00E745F9">
      <w:pPr>
        <w:pStyle w:val="ListParagraph"/>
        <w:jc w:val="both"/>
        <w:rPr>
          <w:rFonts w:ascii="Arial" w:hAnsi="Arial" w:cs="Arial"/>
          <w:sz w:val="18"/>
          <w:szCs w:val="18"/>
        </w:rPr>
      </w:pPr>
    </w:p>
    <w:p w:rsidR="00F444CD" w:rsidRPr="004E421A" w:rsidRDefault="00F444CD" w:rsidP="00E745F9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18"/>
          <w:szCs w:val="18"/>
        </w:rPr>
      </w:pPr>
      <w:r w:rsidRPr="004E421A">
        <w:rPr>
          <w:rFonts w:ascii="Arial" w:hAnsi="Arial" w:cs="Arial"/>
          <w:sz w:val="18"/>
          <w:szCs w:val="18"/>
        </w:rPr>
        <w:t>provenienti dall’intervento edilizio: ___________________________________________________________</w:t>
      </w:r>
    </w:p>
    <w:p w:rsidR="00F444CD" w:rsidRPr="004E421A" w:rsidRDefault="00F444CD" w:rsidP="00032310">
      <w:pPr>
        <w:pStyle w:val="ListParagraph"/>
        <w:jc w:val="both"/>
        <w:rPr>
          <w:rFonts w:ascii="Arial" w:hAnsi="Arial" w:cs="Arial"/>
          <w:sz w:val="18"/>
          <w:szCs w:val="18"/>
        </w:rPr>
      </w:pPr>
      <w:r w:rsidRPr="004E421A">
        <w:rPr>
          <w:rFonts w:ascii="Arial" w:hAnsi="Arial" w:cs="Arial"/>
          <w:sz w:val="18"/>
          <w:szCs w:val="18"/>
        </w:rPr>
        <w:t xml:space="preserve">nel collettore nero / misto / bianco esistente in via ___________________________________ del Comune di </w:t>
      </w:r>
    </w:p>
    <w:p w:rsidR="00F444CD" w:rsidRPr="004E421A" w:rsidRDefault="00F444CD" w:rsidP="00032310">
      <w:pPr>
        <w:pStyle w:val="ListParagraph"/>
        <w:jc w:val="both"/>
        <w:rPr>
          <w:rFonts w:ascii="Arial" w:hAnsi="Arial" w:cs="Arial"/>
          <w:sz w:val="18"/>
          <w:szCs w:val="18"/>
        </w:rPr>
      </w:pPr>
      <w:r w:rsidRPr="004E421A">
        <w:rPr>
          <w:rFonts w:ascii="Arial" w:hAnsi="Arial" w:cs="Arial"/>
          <w:sz w:val="18"/>
          <w:szCs w:val="18"/>
        </w:rPr>
        <w:t>__________________________________ nel pozzetto n. ___________________________ ____  secondo</w:t>
      </w:r>
    </w:p>
    <w:p w:rsidR="00F444CD" w:rsidRPr="004E421A" w:rsidRDefault="00F444CD" w:rsidP="00032310">
      <w:pPr>
        <w:pStyle w:val="ListParagraph"/>
        <w:jc w:val="both"/>
        <w:rPr>
          <w:rFonts w:ascii="Arial" w:hAnsi="Arial" w:cs="Arial"/>
          <w:sz w:val="18"/>
          <w:szCs w:val="18"/>
        </w:rPr>
      </w:pPr>
      <w:r w:rsidRPr="004E421A">
        <w:rPr>
          <w:rFonts w:ascii="Arial" w:hAnsi="Arial" w:cs="Arial"/>
          <w:sz w:val="18"/>
          <w:szCs w:val="18"/>
        </w:rPr>
        <w:t>numerazione individuata dal Piano Fognario Provinciale di Ireti Spa od in altro manufatto appositamente da realizzarsi.</w:t>
      </w:r>
    </w:p>
    <w:p w:rsidR="00F444CD" w:rsidRDefault="00F444CD" w:rsidP="002207D8">
      <w:pPr>
        <w:pStyle w:val="ListParagraph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F444CD" w:rsidRDefault="00F444CD" w:rsidP="002207D8">
      <w:pPr>
        <w:pStyle w:val="ListParagraph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F444CD" w:rsidRPr="004E421A" w:rsidRDefault="00F444CD" w:rsidP="002207D8">
      <w:pPr>
        <w:pStyle w:val="ListParagraph"/>
        <w:ind w:left="0"/>
        <w:jc w:val="both"/>
        <w:rPr>
          <w:rFonts w:ascii="Arial" w:hAnsi="Arial" w:cs="Arial"/>
          <w:b/>
          <w:sz w:val="18"/>
          <w:szCs w:val="18"/>
        </w:rPr>
      </w:pPr>
      <w:r w:rsidRPr="004E421A">
        <w:rPr>
          <w:rFonts w:ascii="Arial" w:hAnsi="Arial" w:cs="Arial"/>
          <w:b/>
          <w:sz w:val="18"/>
          <w:szCs w:val="18"/>
        </w:rPr>
        <w:t>Dichiara:</w:t>
      </w:r>
    </w:p>
    <w:p w:rsidR="00F444CD" w:rsidRPr="004E421A" w:rsidRDefault="00F444CD" w:rsidP="002207D8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18"/>
          <w:szCs w:val="18"/>
        </w:rPr>
      </w:pPr>
      <w:r w:rsidRPr="004E421A">
        <w:rPr>
          <w:rFonts w:ascii="Arial" w:hAnsi="Arial" w:cs="Arial"/>
          <w:sz w:val="18"/>
          <w:szCs w:val="18"/>
        </w:rPr>
        <w:t>di essere a conoscenza ed accettare che l’istruzione della pratica d’Autorizzazione avrà un costo di € 50 fisso + € 5 per ogni unità aggiuntiva alla prima;</w:t>
      </w:r>
    </w:p>
    <w:p w:rsidR="00F444CD" w:rsidRPr="004E421A" w:rsidRDefault="00F444CD" w:rsidP="002207D8">
      <w:pPr>
        <w:pStyle w:val="ListParagraph"/>
        <w:numPr>
          <w:ilvl w:val="0"/>
          <w:numId w:val="1"/>
        </w:numPr>
        <w:ind w:hanging="720"/>
        <w:jc w:val="both"/>
        <w:rPr>
          <w:rFonts w:ascii="Arial" w:hAnsi="Arial" w:cs="Arial"/>
          <w:sz w:val="18"/>
          <w:szCs w:val="18"/>
        </w:rPr>
      </w:pPr>
      <w:r w:rsidRPr="004E421A">
        <w:rPr>
          <w:rFonts w:ascii="Arial" w:hAnsi="Arial" w:cs="Arial"/>
          <w:sz w:val="18"/>
          <w:szCs w:val="18"/>
        </w:rPr>
        <w:t xml:space="preserve">di subordinare l’inizio dei lavori delle opere fognarie progettate a preventiva comunicazione ad Ireti Spa, concordando con la stessa – Servizio Ingegneria e Realizzazioni  –  </w:t>
      </w:r>
      <w:r w:rsidRPr="004E421A">
        <w:rPr>
          <w:rFonts w:ascii="Arial" w:hAnsi="Arial" w:cs="Arial"/>
          <w:snapToGrid w:val="0"/>
          <w:lang w:eastAsia="it-IT"/>
        </w:rPr>
        <w:sym w:font="Wingdings" w:char="F028"/>
      </w:r>
      <w:r w:rsidRPr="004E421A">
        <w:rPr>
          <w:rFonts w:ascii="Arial" w:hAnsi="Arial" w:cs="Arial"/>
          <w:snapToGrid w:val="0"/>
          <w:lang w:eastAsia="it-IT"/>
        </w:rPr>
        <w:t xml:space="preserve"> </w:t>
      </w:r>
      <w:r w:rsidRPr="004E421A">
        <w:rPr>
          <w:rFonts w:ascii="Arial" w:hAnsi="Arial" w:cs="Arial"/>
          <w:snapToGrid w:val="0"/>
          <w:sz w:val="18"/>
          <w:szCs w:val="18"/>
          <w:lang w:eastAsia="it-IT"/>
        </w:rPr>
        <w:t>0522/297309, gli eventuali sopralluoghi in corso d’opera per le verifiche necessarie.</w:t>
      </w:r>
    </w:p>
    <w:p w:rsidR="00F444CD" w:rsidRPr="004E421A" w:rsidRDefault="00F444CD" w:rsidP="002A1E61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  <w:bookmarkStart w:id="0" w:name="_GoBack"/>
      <w:bookmarkEnd w:id="0"/>
    </w:p>
    <w:p w:rsidR="00F444CD" w:rsidRPr="004E421A" w:rsidRDefault="00F444CD" w:rsidP="002A1E61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  <w:r w:rsidRPr="004E421A">
        <w:rPr>
          <w:rFonts w:ascii="Arial" w:hAnsi="Arial" w:cs="Arial"/>
          <w:snapToGrid w:val="0"/>
          <w:sz w:val="18"/>
          <w:szCs w:val="18"/>
          <w:lang w:eastAsia="it-IT"/>
        </w:rPr>
        <w:t>Referente per l’intervento in oggetto: ________________________________________________________________</w:t>
      </w:r>
    </w:p>
    <w:p w:rsidR="00F444CD" w:rsidRPr="004E421A" w:rsidRDefault="00F444CD" w:rsidP="002A1E61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Pr="004E421A" w:rsidRDefault="00F444CD" w:rsidP="002A1E61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  <w:r w:rsidRPr="004E421A">
        <w:rPr>
          <w:rFonts w:ascii="Arial" w:hAnsi="Arial" w:cs="Arial"/>
          <w:snapToGrid w:val="0"/>
          <w:sz w:val="18"/>
          <w:szCs w:val="18"/>
          <w:lang w:eastAsia="it-IT"/>
        </w:rPr>
        <w:t>(Nome e Cognome o rag. Soc., indirizzo e recapito telefonico) ___________________________________________</w:t>
      </w:r>
    </w:p>
    <w:p w:rsidR="00F444CD" w:rsidRPr="004E421A" w:rsidRDefault="00F444CD" w:rsidP="002A1E61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Pr="004E421A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  <w:r w:rsidRPr="004E421A">
        <w:rPr>
          <w:rFonts w:ascii="Arial" w:hAnsi="Arial" w:cs="Arial"/>
          <w:snapToGrid w:val="0"/>
          <w:sz w:val="18"/>
          <w:szCs w:val="18"/>
          <w:lang w:eastAsia="it-IT"/>
        </w:rPr>
        <w:t>DATA ____ / ____ / _____</w:t>
      </w:r>
      <w:r w:rsidRPr="004E421A">
        <w:rPr>
          <w:rFonts w:ascii="Arial" w:hAnsi="Arial" w:cs="Arial"/>
          <w:snapToGrid w:val="0"/>
          <w:sz w:val="18"/>
          <w:szCs w:val="18"/>
          <w:lang w:eastAsia="it-IT"/>
        </w:rPr>
        <w:tab/>
        <w:t xml:space="preserve">                                                                </w:t>
      </w:r>
    </w:p>
    <w:p w:rsidR="00F444CD" w:rsidRPr="004E421A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  <w:r w:rsidRPr="004E421A">
        <w:rPr>
          <w:rFonts w:ascii="Arial" w:hAnsi="Arial" w:cs="Arial"/>
          <w:snapToGrid w:val="0"/>
          <w:sz w:val="18"/>
          <w:szCs w:val="18"/>
          <w:lang w:eastAsia="it-IT"/>
        </w:rPr>
        <w:t xml:space="preserve">                                                                                                                                 FIRMA _________________________</w:t>
      </w:r>
    </w:p>
    <w:p w:rsidR="00F444CD" w:rsidRPr="004E421A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Pr="004E421A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Pr="004E421A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Pr="004E421A" w:rsidRDefault="00F444CD" w:rsidP="00C74B08">
      <w:pPr>
        <w:pStyle w:val="ListParagraph"/>
        <w:ind w:left="0"/>
        <w:jc w:val="both"/>
        <w:rPr>
          <w:rFonts w:ascii="Arial" w:hAnsi="Arial" w:cs="Arial"/>
          <w:snapToGrid w:val="0"/>
          <w:sz w:val="18"/>
          <w:szCs w:val="18"/>
          <w:lang w:eastAsia="it-IT"/>
        </w:rPr>
      </w:pPr>
    </w:p>
    <w:p w:rsidR="00F444CD" w:rsidRDefault="00F444CD" w:rsidP="004E421A">
      <w:pPr>
        <w:spacing w:after="0" w:line="240" w:lineRule="auto"/>
        <w:jc w:val="both"/>
        <w:rPr>
          <w:rFonts w:ascii="Arial" w:hAnsi="Arial" w:cs="Arial"/>
          <w:b/>
          <w:caps/>
        </w:rPr>
      </w:pPr>
      <w:r w:rsidRPr="004E421A">
        <w:rPr>
          <w:rFonts w:ascii="Arial" w:hAnsi="Arial" w:cs="Arial"/>
          <w:b/>
          <w:caps/>
        </w:rPr>
        <w:t>Informativa Privacy</w:t>
      </w:r>
    </w:p>
    <w:p w:rsidR="00F444CD" w:rsidRPr="00993493" w:rsidRDefault="00F444CD" w:rsidP="00993493">
      <w:pPr>
        <w:spacing w:after="0" w:line="240" w:lineRule="auto"/>
        <w:jc w:val="both"/>
        <w:rPr>
          <w:rFonts w:ascii="Arial" w:hAnsi="Arial" w:cs="Arial"/>
          <w:b/>
          <w:caps/>
        </w:rPr>
      </w:pPr>
      <w:r w:rsidRPr="004E421A">
        <w:t xml:space="preserve">Ai sensi degli artt. 13-14 del Regolamento Europeo 2016/679, di seguito GDPR, “il Comune di Casalgrande, in qualità di Titolare del trattamento, è in possesso dei dati personali identificativi  per adempiere alle normali operazioni derivanti da obbligo di legge e/o istituzionali e/o da regolamenti previsti e/o contrattuali per le finalità indicate nel presente documento. In qualunque momento potrà essere esercitato il diritto degli interessati di cui agli art. 15 e ss contattando il Titolare o il Responsabile all’indirizzo mail </w:t>
      </w:r>
      <w:hyperlink r:id="rId5">
        <w:r w:rsidRPr="004E421A">
          <w:rPr>
            <w:rStyle w:val="CollegamentoInternet"/>
            <w:rFonts w:ascii="Arial" w:hAnsi="Arial" w:cs="Arial"/>
            <w:color w:val="auto"/>
            <w:sz w:val="20"/>
            <w:szCs w:val="20"/>
            <w:u w:val="none"/>
          </w:rPr>
          <w:t>privacy@comune.casalgrande.re.it</w:t>
        </w:r>
      </w:hyperlink>
      <w:r w:rsidRPr="004E421A">
        <w:rPr>
          <w:rStyle w:val="CollegamentoInternet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4E421A">
        <w:rPr>
          <w:rStyle w:val="CollegamentoInternet"/>
          <w:rFonts w:ascii="Arial" w:hAnsi="Arial" w:cs="Arial"/>
          <w:color w:val="auto"/>
          <w:sz w:val="20"/>
          <w:szCs w:val="20"/>
          <w:highlight w:val="white"/>
          <w:u w:val="none"/>
        </w:rPr>
        <w:t>oppure recandosi presso l’ufficio Protocollo del Comune utilizzando l’apposito modulo.</w:t>
      </w:r>
      <w:r>
        <w:rPr>
          <w:rStyle w:val="CollegamentoInternet"/>
          <w:rFonts w:ascii="Arial" w:hAnsi="Arial" w:cs="Arial"/>
          <w:color w:val="auto"/>
          <w:sz w:val="20"/>
          <w:szCs w:val="20"/>
          <w:highlight w:val="white"/>
          <w:u w:val="none"/>
        </w:rPr>
        <w:t xml:space="preserve"> </w:t>
      </w:r>
      <w:r w:rsidRPr="004E421A">
        <w:rPr>
          <w:rStyle w:val="CollegamentoInternet"/>
          <w:rFonts w:ascii="Arial" w:hAnsi="Arial" w:cs="Arial"/>
          <w:color w:val="auto"/>
          <w:sz w:val="20"/>
          <w:szCs w:val="20"/>
          <w:highlight w:val="white"/>
          <w:u w:val="none"/>
        </w:rPr>
        <w:t xml:space="preserve">Il Responsabile della protezione dei dati (DPO) designato dal titolare ai sensi dell'art.37 del GDPR è disponibile scrivendo </w:t>
      </w:r>
      <w:hyperlink r:id="rId6">
        <w:r w:rsidRPr="004E421A">
          <w:rPr>
            <w:rStyle w:val="CollegamentoInternet"/>
            <w:rFonts w:ascii="Arial" w:hAnsi="Arial" w:cs="Arial"/>
            <w:color w:val="auto"/>
            <w:sz w:val="20"/>
            <w:szCs w:val="20"/>
            <w:highlight w:val="white"/>
            <w:u w:val="none"/>
          </w:rPr>
          <w:t>dpo@tresinarosecchia.it</w:t>
        </w:r>
      </w:hyperlink>
      <w:r w:rsidRPr="004E421A">
        <w:rPr>
          <w:rStyle w:val="CollegamentoInternet"/>
          <w:rFonts w:ascii="Arial" w:hAnsi="Arial" w:cs="Arial"/>
          <w:color w:val="auto"/>
          <w:sz w:val="20"/>
          <w:szCs w:val="20"/>
          <w:highlight w:val="white"/>
          <w:u w:val="none"/>
        </w:rPr>
        <w:t xml:space="preserve">, oppure nella sezione privacy del sito, oppure nella sezione Amministrazione Trasparente. L’informativa completa può essere richiesta all’ufficio preposto, oppure scrivendo a </w:t>
      </w:r>
      <w:hyperlink r:id="rId7">
        <w:r w:rsidRPr="004E421A">
          <w:rPr>
            <w:rStyle w:val="CollegamentoInternet"/>
            <w:rFonts w:ascii="Arial" w:hAnsi="Arial" w:cs="Arial"/>
            <w:color w:val="auto"/>
            <w:sz w:val="20"/>
            <w:szCs w:val="20"/>
            <w:highlight w:val="white"/>
            <w:u w:val="none"/>
          </w:rPr>
          <w:t>privacy@comune.</w:t>
        </w:r>
        <w:bookmarkStart w:id="1" w:name="_GoBack1"/>
        <w:r w:rsidRPr="004E421A">
          <w:rPr>
            <w:rStyle w:val="CollegamentoInternet"/>
            <w:rFonts w:ascii="Arial" w:hAnsi="Arial" w:cs="Arial"/>
            <w:color w:val="auto"/>
            <w:sz w:val="20"/>
            <w:szCs w:val="20"/>
            <w:highlight w:val="white"/>
            <w:u w:val="none"/>
          </w:rPr>
          <w:t>casalgrande</w:t>
        </w:r>
        <w:bookmarkEnd w:id="1"/>
        <w:r w:rsidRPr="004E421A">
          <w:rPr>
            <w:rStyle w:val="CollegamentoInternet"/>
            <w:rFonts w:ascii="Arial" w:hAnsi="Arial" w:cs="Arial"/>
            <w:color w:val="auto"/>
            <w:sz w:val="20"/>
            <w:szCs w:val="20"/>
            <w:highlight w:val="white"/>
            <w:u w:val="none"/>
          </w:rPr>
          <w:t>.re.it</w:t>
        </w:r>
      </w:hyperlink>
      <w:r w:rsidRPr="004E421A">
        <w:rPr>
          <w:rStyle w:val="CollegamentoInternet"/>
          <w:rFonts w:ascii="Arial" w:hAnsi="Arial" w:cs="Arial"/>
          <w:color w:val="auto"/>
          <w:sz w:val="20"/>
          <w:szCs w:val="20"/>
          <w:highlight w:val="white"/>
          <w:u w:val="none"/>
        </w:rPr>
        <w:t xml:space="preserve"> oppure consultabile sul sito del Comune. </w:t>
      </w:r>
    </w:p>
    <w:p w:rsidR="00F444CD" w:rsidRPr="004E421A" w:rsidRDefault="00F444CD" w:rsidP="00C74B08">
      <w:pPr>
        <w:pStyle w:val="ListParagraph"/>
        <w:ind w:left="0"/>
        <w:jc w:val="both"/>
        <w:rPr>
          <w:rFonts w:ascii="Arial" w:hAnsi="Arial" w:cs="Arial"/>
        </w:rPr>
      </w:pPr>
      <w:r w:rsidRPr="004E421A">
        <w:rPr>
          <w:rFonts w:ascii="Arial" w:hAnsi="Arial" w:cs="Arial"/>
          <w:snapToGrid w:val="0"/>
          <w:sz w:val="18"/>
          <w:szCs w:val="18"/>
          <w:lang w:eastAsia="it-IT"/>
        </w:rPr>
        <w:tab/>
      </w:r>
      <w:r w:rsidRPr="004E421A">
        <w:rPr>
          <w:rFonts w:ascii="Arial" w:hAnsi="Arial" w:cs="Arial"/>
          <w:snapToGrid w:val="0"/>
          <w:sz w:val="18"/>
          <w:szCs w:val="18"/>
          <w:lang w:eastAsia="it-IT"/>
        </w:rPr>
        <w:tab/>
      </w:r>
    </w:p>
    <w:sectPr w:rsidR="00F444CD" w:rsidRPr="004E421A" w:rsidSect="00D151AA">
      <w:pgSz w:w="11906" w:h="16838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D021D"/>
    <w:multiLevelType w:val="hybridMultilevel"/>
    <w:tmpl w:val="04DE3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3CB"/>
    <w:rsid w:val="000111C0"/>
    <w:rsid w:val="00032310"/>
    <w:rsid w:val="00044D7C"/>
    <w:rsid w:val="00084CAE"/>
    <w:rsid w:val="000A2639"/>
    <w:rsid w:val="00115CC8"/>
    <w:rsid w:val="00201B38"/>
    <w:rsid w:val="002207D8"/>
    <w:rsid w:val="00234D29"/>
    <w:rsid w:val="002A1E61"/>
    <w:rsid w:val="0033243D"/>
    <w:rsid w:val="00353EA7"/>
    <w:rsid w:val="00361B2F"/>
    <w:rsid w:val="003A0DC6"/>
    <w:rsid w:val="00411434"/>
    <w:rsid w:val="004756A5"/>
    <w:rsid w:val="00495C17"/>
    <w:rsid w:val="004E421A"/>
    <w:rsid w:val="005A6A46"/>
    <w:rsid w:val="00670B49"/>
    <w:rsid w:val="006A11F2"/>
    <w:rsid w:val="006D2DE9"/>
    <w:rsid w:val="007D06AA"/>
    <w:rsid w:val="00800DB2"/>
    <w:rsid w:val="00873002"/>
    <w:rsid w:val="008B6607"/>
    <w:rsid w:val="008F2F44"/>
    <w:rsid w:val="00993493"/>
    <w:rsid w:val="00B563AF"/>
    <w:rsid w:val="00B909EB"/>
    <w:rsid w:val="00BF27DA"/>
    <w:rsid w:val="00C45F63"/>
    <w:rsid w:val="00C74B08"/>
    <w:rsid w:val="00C76075"/>
    <w:rsid w:val="00D151AA"/>
    <w:rsid w:val="00D74A10"/>
    <w:rsid w:val="00D84583"/>
    <w:rsid w:val="00E03ACF"/>
    <w:rsid w:val="00E552A0"/>
    <w:rsid w:val="00E745F9"/>
    <w:rsid w:val="00EE03CB"/>
    <w:rsid w:val="00F444CD"/>
    <w:rsid w:val="00F5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2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5F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563AF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B5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63AF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DefaultParagraphFont"/>
    <w:uiPriority w:val="99"/>
    <w:rsid w:val="004E421A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E421A"/>
    <w:pPr>
      <w:spacing w:beforeAutospacing="1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ivacy@comune.casalgrande.r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tresinarosecchia,it" TargetMode="External"/><Relationship Id="rId5" Type="http://schemas.openxmlformats.org/officeDocument/2006/relationships/hyperlink" Target="mailto:privacy@comune.casalgrande.r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591</Words>
  <Characters>3372</Characters>
  <Application>Microsoft Office Outlook</Application>
  <DocSecurity>0</DocSecurity>
  <Lines>0</Lines>
  <Paragraphs>0</Paragraphs>
  <ScaleCrop>false</ScaleCrop>
  <Company>IrenEmilia S.p.A.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DI APPROVAZIONE PROGETTO OPERE FOGNARIE ED ALLACCIAMENTO SCARICHI AL SISTEMA FOGNARIO</dc:title>
  <dc:subject/>
  <dc:creator>Casini Silvia</dc:creator>
  <cp:keywords/>
  <dc:description/>
  <cp:lastModifiedBy>g.barbieri</cp:lastModifiedBy>
  <cp:revision>3</cp:revision>
  <cp:lastPrinted>2012-06-12T11:47:00Z</cp:lastPrinted>
  <dcterms:created xsi:type="dcterms:W3CDTF">2020-01-03T09:36:00Z</dcterms:created>
  <dcterms:modified xsi:type="dcterms:W3CDTF">2020-01-03T09:37:00Z</dcterms:modified>
</cp:coreProperties>
</file>